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38" w:rsidRDefault="00387820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0D2F35">
        <w:rPr>
          <w:sz w:val="36"/>
          <w:szCs w:val="36"/>
        </w:rPr>
        <w:t>How Fire Came to the Six Nations</w:t>
      </w:r>
    </w:p>
    <w:p w:rsidR="000D2F35" w:rsidRDefault="000D2F35">
      <w:pPr>
        <w:rPr>
          <w:sz w:val="36"/>
          <w:szCs w:val="36"/>
        </w:rPr>
      </w:pPr>
      <w:r>
        <w:rPr>
          <w:sz w:val="36"/>
          <w:szCs w:val="36"/>
        </w:rPr>
        <w:t xml:space="preserve">Three Arrows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726621" cy="726621"/>
            <wp:effectExtent l="0" t="0" r="0" b="0"/>
            <wp:docPr id="1" name="Picture 1" descr="http://ts1.mm.bing.net/th?id=H.4592450833351676&amp;w=170&amp;h=170&amp;c=7&amp;rs=1&amp;pid=1.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id=H.4592450833351676&amp;w=170&amp;h=170&amp;c=7&amp;rs=1&amp;pid=1.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03" cy="72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was a boy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79794" cy="822490"/>
            <wp:effectExtent l="0" t="0" r="0" b="0"/>
            <wp:docPr id="3" name="Picture 3" descr="http://www.besthairstyles2013.net/wp-content/uploads/2012/12/12Mohawk_hairsty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hairstyles2013.net/wp-content/uploads/2012/12/12Mohawk_hairstyl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82" cy="8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of the Mohawk </w:t>
      </w:r>
    </w:p>
    <w:p w:rsidR="000D2F35" w:rsidRDefault="000D2F35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tribe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719101" cy="685800"/>
            <wp:effectExtent l="0" t="0" r="5080" b="0"/>
            <wp:docPr id="4" name="Picture 4" descr="http://ts2.mm.bing.net/th?id=H.4842830217282697&amp;w=184&amp;h=176&amp;c=7&amp;rs=1&amp;pid=1.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2.mm.bing.net/th?id=H.4842830217282697&amp;w=184&amp;h=176&amp;c=7&amp;rs=1&amp;pid=1.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438" cy="688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He was </w:t>
      </w:r>
      <w:proofErr w:type="gramStart"/>
      <w:r>
        <w:rPr>
          <w:sz w:val="36"/>
          <w:szCs w:val="36"/>
        </w:rPr>
        <w:t xml:space="preserve">thirteen 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306878" cy="309788"/>
            <wp:effectExtent l="0" t="0" r="0" b="0"/>
            <wp:docPr id="6" name="Picture 6" descr="http://ts3.mm.bing.net/th?id=H.4906275479685838&amp;w=176&amp;h=177&amp;c=7&amp;rs=1&amp;pid=1.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s3.mm.bing.net/th?id=H.4906275479685838&amp;w=176&amp;h=177&amp;c=7&amp;rs=1&amp;pid=1.7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11" cy="30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winters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306286" cy="932426"/>
            <wp:effectExtent l="0" t="0" r="8255" b="1270"/>
            <wp:docPr id="5" name="Picture 5" descr="http://ts3.mm.bing.net/th?id=H.5049658632177234&amp;w=255&amp;h=182&amp;c=7&amp;rs=1&amp;pid=1.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s3.mm.bing.net/th?id=H.5049658632177234&amp;w=255&amp;h=182&amp;c=7&amp;rs=1&amp;pid=1.7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433" cy="93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old. </w:t>
      </w:r>
    </w:p>
    <w:p w:rsidR="00DF5BC4" w:rsidRDefault="000D2F35">
      <w:pPr>
        <w:rPr>
          <w:sz w:val="36"/>
          <w:szCs w:val="36"/>
        </w:rPr>
      </w:pPr>
      <w:r>
        <w:rPr>
          <w:sz w:val="36"/>
          <w:szCs w:val="36"/>
        </w:rPr>
        <w:t xml:space="preserve">He knew how to use a bow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102360" cy="1632585"/>
            <wp:effectExtent l="0" t="0" r="2540" b="5715"/>
            <wp:docPr id="8" name="Picture 8" descr="http://ts1.mm.bing.net/th?id=H.4964970494166184&amp;w=116&amp;h=171&amp;c=7&amp;rs=1&amp;pid=1.7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s1.mm.bing.net/th?id=H.4964970494166184&amp;w=116&amp;h=171&amp;c=7&amp;rs=1&amp;pid=1.7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and </w:t>
      </w:r>
      <w:proofErr w:type="gramStart"/>
      <w:r>
        <w:rPr>
          <w:sz w:val="36"/>
          <w:szCs w:val="36"/>
        </w:rPr>
        <w:t>arrow .</w:t>
      </w:r>
      <w:proofErr w:type="gramEnd"/>
      <w:r w:rsidR="00DF5BC4">
        <w:rPr>
          <w:sz w:val="36"/>
          <w:szCs w:val="36"/>
        </w:rPr>
        <w:t xml:space="preserve"> He used his bow and arrow </w:t>
      </w:r>
      <w:r w:rsidR="00DF5BC4">
        <w:rPr>
          <w:rFonts w:ascii="Arial" w:hAnsi="Arial" w:cs="Arial"/>
          <w:noProof/>
          <w:color w:val="0044CC"/>
        </w:rPr>
        <w:drawing>
          <wp:inline distT="0" distB="0" distL="0" distR="0" wp14:anchorId="64C32E32" wp14:editId="2ED00E9B">
            <wp:extent cx="1102360" cy="1632585"/>
            <wp:effectExtent l="0" t="0" r="2540" b="5715"/>
            <wp:docPr id="11" name="Picture 11" descr="http://ts1.mm.bing.net/th?id=H.4964970494166184&amp;w=116&amp;h=171&amp;c=7&amp;rs=1&amp;pid=1.7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s1.mm.bing.net/th?id=H.4964970494166184&amp;w=116&amp;h=171&amp;c=7&amp;rs=1&amp;pid=1.7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to shoot three </w:t>
      </w:r>
      <w:proofErr w:type="gramStart"/>
      <w:r>
        <w:rPr>
          <w:sz w:val="36"/>
          <w:szCs w:val="36"/>
        </w:rPr>
        <w:t xml:space="preserve">geese </w:t>
      </w:r>
      <w:r w:rsidR="00DF5BC4">
        <w:rPr>
          <w:sz w:val="36"/>
          <w:szCs w:val="36"/>
        </w:rPr>
        <w:t xml:space="preserve"> </w:t>
      </w:r>
      <w:proofErr w:type="gramEnd"/>
      <w:r w:rsidR="00DF5BC4">
        <w:rPr>
          <w:rFonts w:ascii="Arial" w:hAnsi="Arial" w:cs="Arial"/>
          <w:noProof/>
          <w:color w:val="0044CC"/>
        </w:rPr>
        <w:drawing>
          <wp:inline distT="0" distB="0" distL="0" distR="0">
            <wp:extent cx="1216478" cy="898071"/>
            <wp:effectExtent l="0" t="0" r="3175" b="0"/>
            <wp:docPr id="9" name="Picture 9" descr="http://ts2.mm.bing.net/th?id=H.4740012993413729&amp;w=262&amp;h=181&amp;c=7&amp;rs=1&amp;pid=1.7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s2.mm.bing.net/th?id=H.4740012993413729&amp;w=262&amp;h=181&amp;c=7&amp;rs=1&amp;pid=1.7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311" cy="90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BC4">
        <w:rPr>
          <w:sz w:val="36"/>
          <w:szCs w:val="36"/>
        </w:rPr>
        <w:t>.</w:t>
      </w:r>
    </w:p>
    <w:p w:rsidR="00DF5BC4" w:rsidRDefault="00DF5BC4">
      <w:pPr>
        <w:rPr>
          <w:sz w:val="36"/>
          <w:szCs w:val="36"/>
        </w:rPr>
      </w:pPr>
      <w:r>
        <w:rPr>
          <w:sz w:val="36"/>
          <w:szCs w:val="36"/>
        </w:rPr>
        <w:t>He was a good wrestler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477645" cy="1591945"/>
            <wp:effectExtent l="0" t="0" r="8255" b="8255"/>
            <wp:docPr id="12" name="Picture 12" descr="http://ts1.mm.bing.net/th?id=H.4716927553375140&amp;w=155&amp;h=167&amp;c=7&amp;rs=1&amp;pid=1.7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s1.mm.bing.net/th?id=H.4716927553375140&amp;w=155&amp;h=167&amp;c=7&amp;rs=1&amp;pid=1.7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He was a good </w:t>
      </w:r>
    </w:p>
    <w:p w:rsidR="00DF5BC4" w:rsidRDefault="00DF5BC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hunter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020445" cy="1559560"/>
            <wp:effectExtent l="0" t="0" r="8255" b="2540"/>
            <wp:docPr id="13" name="Picture 13" descr="http://ts1.mm.bing.net/th?id=H.4650419991611336&amp;w=107&amp;h=164&amp;c=7&amp;rs=1&amp;pid=1.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s1.mm.bing.net/th?id=H.4650419991611336&amp;w=107&amp;h=164&amp;c=7&amp;rs=1&amp;pid=1.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55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He could travel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662839" cy="889907"/>
            <wp:effectExtent l="0" t="0" r="4445" b="5715"/>
            <wp:docPr id="15" name="Picture 15" descr="http://ts3.mm.bing.net/th?id=H.4627669555807734&amp;w=125&amp;h=168&amp;c=7&amp;rs=1&amp;pid=1.7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s3.mm.bing.net/th?id=H.4627669555807734&amp;w=125&amp;h=168&amp;c=7&amp;rs=1&amp;pid=1.7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39" cy="88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in the</w:t>
      </w:r>
    </w:p>
    <w:p w:rsidR="006021D2" w:rsidRDefault="00DF5BC4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forest</w:t>
      </w:r>
      <w:proofErr w:type="gramEnd"/>
      <w:r>
        <w:rPr>
          <w:sz w:val="36"/>
          <w:szCs w:val="36"/>
        </w:rPr>
        <w:t xml:space="preserve"> </w:t>
      </w:r>
      <w:r>
        <w:rPr>
          <w:rFonts w:ascii="Arial" w:hAnsi="Arial" w:cs="Arial"/>
          <w:noProof/>
          <w:color w:val="1020D0"/>
        </w:rPr>
        <w:drawing>
          <wp:inline distT="0" distB="0" distL="0" distR="0">
            <wp:extent cx="979805" cy="979805"/>
            <wp:effectExtent l="0" t="0" r="0" b="0"/>
            <wp:docPr id="14" name="Picture 14" descr="http://ts1.mm.bing.net/th?id=H.4531655570752190&amp;w=103&amp;h=103&amp;c=8&amp;pid=3.1&amp;qlt=90&amp;rm=2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1" descr="http://ts1.mm.bing.net/th?id=H.4531655570752190&amp;w=103&amp;h=103&amp;c=8&amp;pid=3.1&amp;qlt=90&amp;rm=2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as quiet as a mouse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759278" cy="766880"/>
            <wp:effectExtent l="0" t="0" r="3175" b="0"/>
            <wp:docPr id="16" name="Picture 16" descr="http://ts1.mm.bing.net/th?id=H.4699550128540644&amp;w=173&amp;h=175&amp;c=7&amp;rs=1&amp;pid=1.7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ts1.mm.bing.net/th?id=H.4699550128540644&amp;w=173&amp;h=175&amp;c=7&amp;rs=1&amp;pid=1.7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319" cy="76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People said </w:t>
      </w:r>
    </w:p>
    <w:p w:rsidR="006021D2" w:rsidRDefault="00DF5BC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that</w:t>
      </w:r>
      <w:proofErr w:type="gramEnd"/>
      <w:r w:rsidR="006021D2">
        <w:rPr>
          <w:sz w:val="36"/>
          <w:szCs w:val="36"/>
        </w:rPr>
        <w:t xml:space="preserve"> Three Arrows </w:t>
      </w:r>
      <w:r w:rsidR="006021D2">
        <w:rPr>
          <w:rFonts w:ascii="Arial" w:hAnsi="Arial" w:cs="Arial"/>
          <w:noProof/>
          <w:color w:val="000000"/>
        </w:rPr>
        <w:drawing>
          <wp:inline distT="0" distB="0" distL="0" distR="0" wp14:anchorId="50BC6F54" wp14:editId="6807B963">
            <wp:extent cx="579794" cy="822490"/>
            <wp:effectExtent l="0" t="0" r="0" b="0"/>
            <wp:docPr id="19" name="Picture 19" descr="http://www.besthairstyles2013.net/wp-content/uploads/2012/12/12Mohawk_hairsty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hairstyles2013.net/wp-content/uploads/2012/12/12Mohawk_hairstyl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82" cy="8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1D2">
        <w:rPr>
          <w:sz w:val="36"/>
          <w:szCs w:val="36"/>
        </w:rPr>
        <w:t xml:space="preserve">was going to become a </w:t>
      </w:r>
    </w:p>
    <w:p w:rsidR="006021D2" w:rsidRDefault="006021D2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chief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649095" cy="1755140"/>
            <wp:effectExtent l="0" t="0" r="8255" b="0"/>
            <wp:docPr id="17" name="Picture 17" descr="http://ts1.mm.bing.net/th?id=H.5004789094023336&amp;w=173&amp;h=184&amp;c=7&amp;rs=1&amp;pid=1.7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s1.mm.bing.net/th?id=H.5004789094023336&amp;w=173&amp;h=184&amp;c=7&amp;rs=1&amp;pid=1.7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175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 Three Arrows had a strong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811780" cy="1110342"/>
            <wp:effectExtent l="0" t="0" r="7620" b="0"/>
            <wp:docPr id="21" name="Picture 21" descr="http://ts3.mm.bing.net/th?id=H.5013250196245474&amp;w=133&amp;h=182&amp;c=7&amp;rs=1&amp;pid=1.7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ts3.mm.bing.net/th?id=H.5013250196245474&amp;w=133&amp;h=182&amp;c=7&amp;rs=1&amp;pid=1.7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65" cy="1110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BC4" w:rsidRDefault="006021D2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heart </w:t>
      </w:r>
      <w:proofErr w:type="gramEnd"/>
      <w:r>
        <w:rPr>
          <w:rFonts w:ascii="Arial" w:hAnsi="Arial" w:cs="Arial"/>
          <w:noProof/>
          <w:color w:val="1020D0"/>
        </w:rPr>
        <w:drawing>
          <wp:inline distT="0" distB="0" distL="0" distR="0">
            <wp:extent cx="930910" cy="1028700"/>
            <wp:effectExtent l="0" t="0" r="2540" b="0"/>
            <wp:docPr id="22" name="Picture 22" descr="http://ts1.mm.bing.net/th?id=H.4768883775111548&amp;w=98&amp;h=108&amp;c=8&amp;pid=3.1&amp;qlt=90&amp;rm=2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2" descr="http://ts1.mm.bing.net/th?id=H.4768883775111548&amp;w=98&amp;h=108&amp;c=8&amp;pid=3.1&amp;qlt=90&amp;rm=2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He had no </w:t>
      </w:r>
      <w:r>
        <w:rPr>
          <w:rFonts w:ascii="Arial" w:hAnsi="Arial" w:cs="Arial"/>
          <w:noProof/>
          <w:color w:val="1020D0"/>
        </w:rPr>
        <w:drawing>
          <wp:inline distT="0" distB="0" distL="0" distR="0">
            <wp:extent cx="930910" cy="1028700"/>
            <wp:effectExtent l="0" t="0" r="2540" b="0"/>
            <wp:docPr id="24" name="Picture 24" descr="http://ts1.mm.bing.net/th?id=H.5054219910187253&amp;w=98&amp;h=108&amp;c=8&amp;pid=3.1&amp;qlt=90&amp;rm=2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1" descr="http://ts1.mm.bing.net/th?id=H.5054219910187253&amp;w=98&amp;h=108&amp;c=8&amp;pid=3.1&amp;qlt=90&amp;rm=2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sz w:val="36"/>
          <w:szCs w:val="36"/>
        </w:rPr>
        <w:t xml:space="preserve">fear </w:t>
      </w:r>
      <w:proofErr w:type="gramEnd"/>
      <w:r>
        <w:rPr>
          <w:rFonts w:ascii="Arial" w:hAnsi="Arial" w:cs="Arial"/>
          <w:noProof/>
          <w:color w:val="1020D0"/>
        </w:rPr>
        <w:drawing>
          <wp:inline distT="0" distB="0" distL="0" distR="0">
            <wp:extent cx="930910" cy="1028700"/>
            <wp:effectExtent l="0" t="0" r="2540" b="0"/>
            <wp:docPr id="23" name="Picture 23" descr="http://ts1.mm.bing.net/th?id=H.5064862777478200&amp;w=98&amp;h=108&amp;c=8&amp;pid=3.1&amp;qlt=90&amp;rm=2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0" descr="http://ts1.mm.bing.net/th?id=H.5064862777478200&amp;w=98&amp;h=108&amp;c=8&amp;pid=3.1&amp;qlt=90&amp;rm=2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</w:t>
      </w:r>
    </w:p>
    <w:p w:rsidR="006021D2" w:rsidRDefault="006021D2">
      <w:pPr>
        <w:rPr>
          <w:sz w:val="36"/>
          <w:szCs w:val="36"/>
        </w:rPr>
      </w:pPr>
    </w:p>
    <w:p w:rsidR="00163786" w:rsidRDefault="006021D2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When the grass was tall </w:t>
      </w:r>
      <w:r>
        <w:rPr>
          <w:rFonts w:ascii="Arial" w:hAnsi="Arial" w:cs="Arial"/>
          <w:noProof/>
          <w:color w:val="1020D0"/>
        </w:rPr>
        <w:drawing>
          <wp:inline distT="0" distB="0" distL="0" distR="0">
            <wp:extent cx="930910" cy="1028700"/>
            <wp:effectExtent l="0" t="0" r="2540" b="0"/>
            <wp:docPr id="25" name="Picture 25" descr="http://ts1.mm.bing.net/th?id=H.4642873725356854&amp;w=98&amp;h=108&amp;c=8&amp;pid=3.1&amp;qlt=90&amp;rm=2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0" descr="http://ts1.mm.bing.net/th?id=H.4642873725356854&amp;w=98&amp;h=108&amp;c=8&amp;pid=3.1&amp;qlt=90&amp;rm=2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(</w:t>
      </w:r>
      <w:proofErr w:type="gramStart"/>
      <w:r>
        <w:rPr>
          <w:sz w:val="36"/>
          <w:szCs w:val="36"/>
        </w:rPr>
        <w:t xml:space="preserve">summer </w:t>
      </w:r>
      <w:proofErr w:type="gramEnd"/>
      <w:r>
        <w:rPr>
          <w:rFonts w:ascii="Arial" w:hAnsi="Arial" w:cs="Arial"/>
          <w:noProof/>
          <w:color w:val="1020D0"/>
        </w:rPr>
        <w:drawing>
          <wp:inline distT="0" distB="0" distL="0" distR="0">
            <wp:extent cx="759460" cy="759460"/>
            <wp:effectExtent l="0" t="0" r="2540" b="2540"/>
            <wp:docPr id="26" name="Picture 26" descr="http://ts1.mm.bing.net/th?id=H.4697003208409327&amp;w=80&amp;h=80&amp;c=8&amp;pid=3.1&amp;qlt=90&amp;rm=2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1" descr="http://ts1.mm.bing.net/th?id=H.4697003208409327&amp;w=80&amp;h=80&amp;c=8&amp;pid=3.1&amp;qlt=90&amp;rm=2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) Three Arrows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027E7D2F" wp14:editId="499512DF">
            <wp:extent cx="579794" cy="822490"/>
            <wp:effectExtent l="0" t="0" r="0" b="0"/>
            <wp:docPr id="27" name="Picture 27" descr="http://www.besthairstyles2013.net/wp-content/uploads/2012/12/12Mohawk_hairsty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hairstyles2013.net/wp-content/uploads/2012/12/12Mohawk_hairstyl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82" cy="8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and his dad </w:t>
      </w:r>
      <w:r w:rsidR="00AB60B9">
        <w:rPr>
          <w:rFonts w:ascii="Arial" w:hAnsi="Arial" w:cs="Arial"/>
          <w:noProof/>
          <w:color w:val="000000"/>
        </w:rPr>
        <w:drawing>
          <wp:inline distT="0" distB="0" distL="0" distR="0">
            <wp:extent cx="931397" cy="1248893"/>
            <wp:effectExtent l="0" t="0" r="2540" b="8890"/>
            <wp:docPr id="29" name="Picture 29" descr="http://ts1.mm.bing.net/th?id=H.4661067214555722&amp;pid=1.9&amp;w=300&amp;h=30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ts1.mm.bing.net/th?id=H.4661067214555722&amp;pid=1.9&amp;w=300&amp;h=300&amp;p=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476" cy="1248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06A1">
        <w:rPr>
          <w:sz w:val="36"/>
          <w:szCs w:val="36"/>
        </w:rPr>
        <w:t xml:space="preserve"> </w:t>
      </w:r>
      <w:r w:rsidR="00163786">
        <w:rPr>
          <w:sz w:val="36"/>
          <w:szCs w:val="36"/>
        </w:rPr>
        <w:t xml:space="preserve"> left the </w:t>
      </w:r>
    </w:p>
    <w:p w:rsidR="006021D2" w:rsidRDefault="00163786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village </w:t>
      </w:r>
      <w:proofErr w:type="gramEnd"/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143042" cy="921960"/>
            <wp:effectExtent l="0" t="0" r="0" b="0"/>
            <wp:docPr id="2" name="Picture 2" descr="http://ts1.mm.bing.net/th?id=H.4859589175411043&amp;pid=1.9&amp;m=&amp;w=300&amp;h=30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id=H.4859589175411043&amp;pid=1.9&amp;m=&amp;w=300&amp;h=300&amp;p=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42" cy="92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They found a </w:t>
      </w:r>
      <w:proofErr w:type="gramStart"/>
      <w:r>
        <w:rPr>
          <w:sz w:val="36"/>
          <w:szCs w:val="36"/>
        </w:rPr>
        <w:t xml:space="preserve">cave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042784" cy="1118507"/>
            <wp:effectExtent l="0" t="0" r="0" b="5715"/>
            <wp:docPr id="7" name="Picture 7" descr="http://ts2.mm.bing.net/th?id=H.4691278018445529&amp;w=343&amp;h=188&amp;c=7&amp;rs=1&amp;pid=1.7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2.mm.bing.net/th?id=H.4691278018445529&amp;w=343&amp;h=188&amp;c=7&amp;rs=1&amp;pid=1.7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991" cy="111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Three Arrows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6D1CE7B" wp14:editId="29EB2677">
            <wp:extent cx="579794" cy="822490"/>
            <wp:effectExtent l="0" t="0" r="0" b="0"/>
            <wp:docPr id="10" name="Picture 10" descr="http://www.besthairstyles2013.net/wp-content/uploads/2012/12/12Mohawk_hairsty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hairstyles2013.net/wp-content/uploads/2012/12/12Mohawk_hairstyl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82" cy="8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did not eat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587829" cy="654972"/>
            <wp:effectExtent l="0" t="0" r="3175" b="0"/>
            <wp:docPr id="18" name="Picture 18" descr="http://ts1.mm.bing.net/th?id=H.4602917646697480&amp;w=150&amp;h=167&amp;c=7&amp;rs=1&amp;pid=1.7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1.mm.bing.net/th?id=H.4602917646697480&amp;w=150&amp;h=167&amp;c=7&amp;rs=1&amp;pid=1.7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29" cy="654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for three days. He had no weapons. </w:t>
      </w:r>
    </w:p>
    <w:p w:rsidR="00163786" w:rsidRDefault="00163786">
      <w:pPr>
        <w:rPr>
          <w:sz w:val="36"/>
          <w:szCs w:val="36"/>
        </w:rPr>
      </w:pPr>
      <w:r>
        <w:rPr>
          <w:sz w:val="36"/>
          <w:szCs w:val="36"/>
        </w:rPr>
        <w:t xml:space="preserve">Three Arrows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55A51D2" wp14:editId="6501ABA5">
            <wp:extent cx="579794" cy="822490"/>
            <wp:effectExtent l="0" t="0" r="0" b="0"/>
            <wp:docPr id="28" name="Picture 28" descr="http://www.besthairstyles2013.net/wp-content/uploads/2012/12/12Mohawk_hairsty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hairstyles2013.net/wp-content/uploads/2012/12/12Mohawk_hairstyl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82" cy="8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sz w:val="36"/>
          <w:szCs w:val="36"/>
        </w:rPr>
        <w:t xml:space="preserve">dreamed </w:t>
      </w:r>
      <w:proofErr w:type="gramEnd"/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918156" cy="979636"/>
            <wp:effectExtent l="0" t="0" r="0" b="0"/>
            <wp:docPr id="20" name="Picture 20" descr="http://ts1.mm.bing.net/th?id=H.4626698889528588&amp;w=166&amp;h=177&amp;c=7&amp;rs=1&amp;pid=1.7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1.mm.bing.net/th?id=H.4626698889528588&amp;w=166&amp;h=177&amp;c=7&amp;rs=1&amp;pid=1.7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051" cy="97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He was going to have a special guardian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289957" cy="966059"/>
            <wp:effectExtent l="0" t="0" r="5715" b="5715"/>
            <wp:docPr id="30" name="Picture 30" descr="http://ts1.mm.bing.net/th?id=H.4887532206227860&amp;w=229&amp;h=171&amp;c=7&amp;rs=1&amp;pid=1.7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s1.mm.bing.net/th?id=H.4887532206227860&amp;w=229&amp;h=171&amp;c=7&amp;rs=1&amp;pid=1.7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011" cy="966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to help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816973" cy="857250"/>
            <wp:effectExtent l="0" t="0" r="2540" b="0"/>
            <wp:docPr id="31" name="Picture 31" descr="http://www.illustrationsof.com/royalty-free-help-clipart-illustration-99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illustrationsof.com/royalty-free-help-clipart-illustration-99647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973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him.  </w:t>
      </w:r>
    </w:p>
    <w:p w:rsidR="00E628B6" w:rsidRDefault="00163786">
      <w:pPr>
        <w:rPr>
          <w:sz w:val="36"/>
          <w:szCs w:val="36"/>
        </w:rPr>
      </w:pPr>
      <w:r>
        <w:rPr>
          <w:sz w:val="36"/>
          <w:szCs w:val="36"/>
        </w:rPr>
        <w:lastRenderedPageBreak/>
        <w:t>Three Arrows climbed the rocky plateau</w:t>
      </w:r>
      <w:r>
        <w:rPr>
          <w:rFonts w:ascii="Arial" w:hAnsi="Arial" w:cs="Arial"/>
          <w:noProof/>
          <w:color w:val="0044CC"/>
        </w:rPr>
        <w:t xml:space="preserve">    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2F0E66C7" wp14:editId="56899C16">
            <wp:extent cx="1713016" cy="1045029"/>
            <wp:effectExtent l="0" t="0" r="1905" b="3175"/>
            <wp:docPr id="32" name="Picture 32" descr="http://ts2.mm.bing.net/th?id=H.4795688668039601&amp;w=308&amp;h=188&amp;c=7&amp;rs=1&amp;pid=1.7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s2.mm.bing.net/th?id=H.4795688668039601&amp;w=308&amp;h=188&amp;c=7&amp;rs=1&amp;pid=1.7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189" cy="10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.  He got </w:t>
      </w:r>
      <w:proofErr w:type="gramStart"/>
      <w:r>
        <w:rPr>
          <w:sz w:val="36"/>
          <w:szCs w:val="36"/>
        </w:rPr>
        <w:t xml:space="preserve">water </w:t>
      </w:r>
      <w:proofErr w:type="gramEnd"/>
      <w:r>
        <w:rPr>
          <w:rFonts w:ascii="Arial" w:hAnsi="Arial" w:cs="Arial"/>
          <w:noProof/>
          <w:color w:val="1020D0"/>
        </w:rPr>
        <w:drawing>
          <wp:inline distT="0" distB="0" distL="0" distR="0">
            <wp:extent cx="710293" cy="710293"/>
            <wp:effectExtent l="0" t="0" r="0" b="0"/>
            <wp:docPr id="33" name="Picture 33" descr="http://ts1.mm.bing.net/th?id=H.4966705659381299&amp;w=207&amp;h=207&amp;c=8&amp;pid=3.1&amp;qlt=90&amp;rm=2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0" descr="http://ts1.mm.bing.net/th?id=H.4966705659381299&amp;w=207&amp;h=207&amp;c=8&amp;pid=3.1&amp;qlt=90&amp;rm=2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95" cy="71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.  It was five days. Still no</w:t>
      </w:r>
      <w:r w:rsidR="00E628B6">
        <w:rPr>
          <w:rFonts w:ascii="Arial" w:hAnsi="Arial" w:cs="Arial"/>
          <w:noProof/>
          <w:color w:val="1020D0"/>
        </w:rPr>
        <w:drawing>
          <wp:inline distT="0" distB="0" distL="0" distR="0">
            <wp:extent cx="449036" cy="449036"/>
            <wp:effectExtent l="0" t="0" r="8255" b="8255"/>
            <wp:docPr id="36" name="Picture 36" descr="http://ts1.mm.bing.net/th?id=H.5045724442396944&amp;w=103&amp;h=103&amp;c=8&amp;pid=3.1&amp;qlt=90&amp;rm=2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1" descr="http://ts1.mm.bing.net/th?id=H.5045724442396944&amp;w=103&amp;h=103&amp;c=8&amp;pid=3.1&amp;qlt=90&amp;rm=2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78" cy="44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</w:t>
      </w:r>
    </w:p>
    <w:p w:rsidR="00163786" w:rsidRDefault="00163786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dream</w:t>
      </w:r>
      <w:proofErr w:type="gramEnd"/>
      <w:r>
        <w:rPr>
          <w:sz w:val="36"/>
          <w:szCs w:val="36"/>
        </w:rPr>
        <w:t xml:space="preserve"> 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6C703DBB" wp14:editId="28FD2240">
            <wp:extent cx="677191" cy="722536"/>
            <wp:effectExtent l="0" t="0" r="8890" b="1905"/>
            <wp:docPr id="35" name="Picture 35" descr="http://ts1.mm.bing.net/th?id=H.4626698889528588&amp;w=166&amp;h=177&amp;c=7&amp;rs=1&amp;pid=1.7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1.mm.bing.net/th?id=H.4626698889528588&amp;w=166&amp;h=177&amp;c=7&amp;rs=1&amp;pid=1.7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895" cy="72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of his guardian</w:t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409C2F49" wp14:editId="42CECB60">
            <wp:extent cx="1289957" cy="966059"/>
            <wp:effectExtent l="0" t="0" r="5715" b="5715"/>
            <wp:docPr id="34" name="Picture 34" descr="http://ts1.mm.bing.net/th?id=H.4887532206227860&amp;w=229&amp;h=171&amp;c=7&amp;rs=1&amp;pid=1.7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s1.mm.bing.net/th?id=H.4887532206227860&amp;w=229&amp;h=171&amp;c=7&amp;rs=1&amp;pid=1.7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011" cy="966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.</w:t>
      </w:r>
      <w:r w:rsidR="00E628B6">
        <w:rPr>
          <w:sz w:val="36"/>
          <w:szCs w:val="36"/>
        </w:rPr>
        <w:t xml:space="preserve">  On the fifth night there was a wind</w:t>
      </w:r>
      <w:r w:rsidR="00E628B6">
        <w:rPr>
          <w:rFonts w:ascii="Arial" w:hAnsi="Arial" w:cs="Arial"/>
          <w:noProof/>
          <w:color w:val="1020D0"/>
        </w:rPr>
        <w:drawing>
          <wp:inline distT="0" distB="0" distL="0" distR="0">
            <wp:extent cx="979805" cy="979805"/>
            <wp:effectExtent l="0" t="0" r="0" b="0"/>
            <wp:docPr id="37" name="Picture 37" descr="http://ts1.mm.bing.net/th?id=H.5004707525363829&amp;w=103&amp;h=103&amp;c=8&amp;pid=3.1&amp;qlt=90&amp;rm=2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1" descr="http://ts1.mm.bing.net/th?id=H.5004707525363829&amp;w=103&amp;h=103&amp;c=8&amp;pid=3.1&amp;qlt=90&amp;rm=2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8B6">
        <w:rPr>
          <w:sz w:val="36"/>
          <w:szCs w:val="36"/>
        </w:rPr>
        <w:t>.  Three Arrow hear</w:t>
      </w:r>
      <w:r w:rsidR="008014B6">
        <w:rPr>
          <w:sz w:val="36"/>
          <w:szCs w:val="36"/>
        </w:rPr>
        <w:t xml:space="preserve">d </w:t>
      </w:r>
      <w:r w:rsidR="008014B6">
        <w:rPr>
          <w:rFonts w:ascii="Arial" w:hAnsi="Arial" w:cs="Arial"/>
          <w:noProof/>
          <w:color w:val="000000"/>
        </w:rPr>
        <w:drawing>
          <wp:inline distT="0" distB="0" distL="0" distR="0">
            <wp:extent cx="711200" cy="914400"/>
            <wp:effectExtent l="0" t="0" r="0" b="0"/>
            <wp:docPr id="38" name="Picture 38" descr="http://www.clker.com/cliparts/3/9/2/b/11954330371666699999paro_AL_LISTEN_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3/9/2/b/11954330371666699999paro_AL_LISTEN_.svg.hi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8B6">
        <w:rPr>
          <w:sz w:val="36"/>
          <w:szCs w:val="36"/>
        </w:rPr>
        <w:t xml:space="preserve"> the thunder</w:t>
      </w:r>
      <w:r w:rsidR="008014B6">
        <w:rPr>
          <w:sz w:val="36"/>
          <w:szCs w:val="36"/>
        </w:rPr>
        <w:t xml:space="preserve"> and saw </w:t>
      </w:r>
      <w:proofErr w:type="gramStart"/>
      <w:r w:rsidR="008014B6">
        <w:rPr>
          <w:sz w:val="36"/>
          <w:szCs w:val="36"/>
        </w:rPr>
        <w:t xml:space="preserve">lightening </w:t>
      </w:r>
      <w:proofErr w:type="gramEnd"/>
      <w:r w:rsidR="008014B6">
        <w:rPr>
          <w:rFonts w:ascii="Arial" w:hAnsi="Arial" w:cs="Arial"/>
          <w:noProof/>
          <w:color w:val="0044CC"/>
        </w:rPr>
        <w:drawing>
          <wp:inline distT="0" distB="0" distL="0" distR="0">
            <wp:extent cx="840921" cy="870954"/>
            <wp:effectExtent l="0" t="0" r="0" b="5715"/>
            <wp:docPr id="39" name="Picture 39" descr="http://ts4.mm.bing.net/th?id=H.4641224473643699&amp;w=168&amp;h=174&amp;c=7&amp;rs=1&amp;pid=1.7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641224473643699&amp;w=168&amp;h=174&amp;c=7&amp;rs=1&amp;pid=1.7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21" cy="87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8B6">
        <w:rPr>
          <w:sz w:val="36"/>
          <w:szCs w:val="36"/>
        </w:rPr>
        <w:t>.</w:t>
      </w:r>
      <w:r w:rsidR="008014B6">
        <w:rPr>
          <w:sz w:val="36"/>
          <w:szCs w:val="36"/>
        </w:rPr>
        <w:t xml:space="preserve">  Suddenly a vision came to him. It was a gigantic bear. The bear told Three Arrows that the mystery will bring his people or clan happiness and help. Three Arrows </w:t>
      </w:r>
      <w:r w:rsidR="008014B6">
        <w:rPr>
          <w:rFonts w:ascii="Arial" w:hAnsi="Arial" w:cs="Arial"/>
          <w:noProof/>
          <w:color w:val="000000"/>
        </w:rPr>
        <w:drawing>
          <wp:inline distT="0" distB="0" distL="0" distR="0" wp14:anchorId="14ECFA06" wp14:editId="6240759E">
            <wp:extent cx="579794" cy="822490"/>
            <wp:effectExtent l="0" t="0" r="0" b="0"/>
            <wp:docPr id="40" name="Picture 40" descr="http://www.besthairstyles2013.net/wp-content/uploads/2012/12/12Mohawk_hairsty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hairstyles2013.net/wp-content/uploads/2012/12/12Mohawk_hairstyl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82" cy="8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14B6">
        <w:rPr>
          <w:sz w:val="36"/>
          <w:szCs w:val="36"/>
        </w:rPr>
        <w:t xml:space="preserve"> felt no fear. He climbed a ledge</w:t>
      </w:r>
      <w:r w:rsidR="00A73CCC">
        <w:rPr>
          <w:rFonts w:ascii="Arial" w:hAnsi="Arial" w:cs="Arial"/>
          <w:noProof/>
          <w:color w:val="000000"/>
        </w:rPr>
        <w:drawing>
          <wp:inline distT="0" distB="0" distL="0" distR="0">
            <wp:extent cx="901461" cy="1355808"/>
            <wp:effectExtent l="0" t="0" r="0" b="0"/>
            <wp:docPr id="43" name="Picture 43" descr="http://cdn.c.photoshelter.com/img-get/I0000fX1vNPBfUPc/s/650/Ireland-00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dn.c.photoshelter.com/img-get/I0000fX1vNPBfUPc/s/650/Ireland-00672.jp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459" cy="136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14B6">
        <w:rPr>
          <w:sz w:val="36"/>
          <w:szCs w:val="36"/>
        </w:rPr>
        <w:t xml:space="preserve">. </w:t>
      </w:r>
      <w:r w:rsidR="008014B6">
        <w:rPr>
          <w:sz w:val="36"/>
          <w:szCs w:val="36"/>
        </w:rPr>
        <w:lastRenderedPageBreak/>
        <w:t>He listened. Lightening</w:t>
      </w:r>
      <w:r w:rsidR="00A73CCC">
        <w:rPr>
          <w:sz w:val="36"/>
          <w:szCs w:val="36"/>
        </w:rPr>
        <w:t xml:space="preserve"> </w:t>
      </w:r>
      <w:r w:rsidR="00A73CCC">
        <w:rPr>
          <w:rFonts w:ascii="Arial" w:hAnsi="Arial" w:cs="Arial"/>
          <w:noProof/>
          <w:color w:val="0044CC"/>
        </w:rPr>
        <w:drawing>
          <wp:inline distT="0" distB="0" distL="0" distR="0" wp14:anchorId="07B07391" wp14:editId="174E23D9">
            <wp:extent cx="840921" cy="870954"/>
            <wp:effectExtent l="0" t="0" r="0" b="5715"/>
            <wp:docPr id="41" name="Picture 41" descr="http://ts4.mm.bing.net/th?id=H.4641224473643699&amp;w=168&amp;h=174&amp;c=7&amp;rs=1&amp;pid=1.7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641224473643699&amp;w=168&amp;h=174&amp;c=7&amp;rs=1&amp;pid=1.7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21" cy="87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14B6">
        <w:rPr>
          <w:sz w:val="36"/>
          <w:szCs w:val="36"/>
        </w:rPr>
        <w:t xml:space="preserve"> hit a tree</w:t>
      </w:r>
      <w:r w:rsidR="00A73CCC">
        <w:rPr>
          <w:rFonts w:ascii="Arial" w:hAnsi="Arial" w:cs="Arial"/>
          <w:noProof/>
          <w:color w:val="1020D0"/>
        </w:rPr>
        <w:drawing>
          <wp:inline distT="0" distB="0" distL="0" distR="0">
            <wp:extent cx="979805" cy="979805"/>
            <wp:effectExtent l="0" t="0" r="0" b="0"/>
            <wp:docPr id="42" name="Picture 42" descr="http://ts1.mm.bing.net/th?id=H.4807830522234199&amp;w=103&amp;h=103&amp;c=8&amp;pid=3.1&amp;qlt=90&amp;rm=2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4" descr="http://ts1.mm.bing.net/th?id=H.4807830522234199&amp;w=103&amp;h=103&amp;c=8&amp;pid=3.1&amp;qlt=90&amp;rm=2">
                      <a:hlinkClick r:id="rId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14B6">
        <w:rPr>
          <w:sz w:val="36"/>
          <w:szCs w:val="36"/>
        </w:rPr>
        <w:t>.  There was smoke. He had never seen fire before.  His new name would become Blazing Arrow.</w:t>
      </w:r>
    </w:p>
    <w:p w:rsidR="008014B6" w:rsidRPr="000D2F35" w:rsidRDefault="008014B6">
      <w:pPr>
        <w:rPr>
          <w:sz w:val="36"/>
          <w:szCs w:val="36"/>
        </w:rPr>
      </w:pPr>
      <w:r>
        <w:rPr>
          <w:sz w:val="36"/>
          <w:szCs w:val="36"/>
        </w:rPr>
        <w:t>In the morning, Blazing Arrow rubbed</w:t>
      </w:r>
      <w:r w:rsidR="00A73CCC">
        <w:rPr>
          <w:rFonts w:ascii="Arial" w:hAnsi="Arial" w:cs="Arial"/>
          <w:noProof/>
          <w:color w:val="000000"/>
        </w:rPr>
        <w:drawing>
          <wp:inline distT="0" distB="0" distL="0" distR="0">
            <wp:extent cx="1848382" cy="1036865"/>
            <wp:effectExtent l="0" t="0" r="0" b="0"/>
            <wp:docPr id="46" name="Picture 46" descr="http://img.wonderhowto.com/img/00/20/63487971290188/0/make-fire-by-rubbing-two-sticks-together.w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wonderhowto.com/img/00/20/63487971290188/0/make-fire-by-rubbing-two-sticks-together.w654.jp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092" cy="103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two sticks together.</w:t>
      </w:r>
      <w:r w:rsidR="00A73CCC">
        <w:rPr>
          <w:sz w:val="36"/>
          <w:szCs w:val="36"/>
        </w:rPr>
        <w:t xml:space="preserve">  He rubbed </w:t>
      </w:r>
      <w:r w:rsidR="00A73CCC">
        <w:rPr>
          <w:rFonts w:ascii="Arial" w:hAnsi="Arial" w:cs="Arial"/>
          <w:noProof/>
          <w:color w:val="000000"/>
        </w:rPr>
        <w:drawing>
          <wp:inline distT="0" distB="0" distL="0" distR="0" wp14:anchorId="6C5B928A" wp14:editId="1011AE26">
            <wp:extent cx="1848382" cy="1036865"/>
            <wp:effectExtent l="0" t="0" r="0" b="0"/>
            <wp:docPr id="47" name="Picture 47" descr="http://img.wonderhowto.com/img/00/20/63487971290188/0/make-fire-by-rubbing-two-sticks-together.w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wonderhowto.com/img/00/20/63487971290188/0/make-fire-by-rubbing-two-sticks-together.w654.jp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092" cy="103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CCC">
        <w:rPr>
          <w:sz w:val="36"/>
          <w:szCs w:val="36"/>
        </w:rPr>
        <w:t>and rubbed</w:t>
      </w:r>
      <w:r w:rsidR="00A73CCC">
        <w:rPr>
          <w:rFonts w:ascii="Arial" w:hAnsi="Arial" w:cs="Arial"/>
          <w:noProof/>
          <w:color w:val="000000"/>
        </w:rPr>
        <w:drawing>
          <wp:inline distT="0" distB="0" distL="0" distR="0" wp14:anchorId="6C5B928A" wp14:editId="1011AE26">
            <wp:extent cx="1848382" cy="1036865"/>
            <wp:effectExtent l="0" t="0" r="0" b="0"/>
            <wp:docPr id="48" name="Picture 48" descr="http://img.wonderhowto.com/img/00/20/63487971290188/0/make-fire-by-rubbing-two-sticks-together.w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wonderhowto.com/img/00/20/63487971290188/0/make-fire-by-rubbing-two-sticks-together.w654.jp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092" cy="103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CCC">
        <w:rPr>
          <w:sz w:val="36"/>
          <w:szCs w:val="36"/>
        </w:rPr>
        <w:t xml:space="preserve">.  Finally, he saw a wisp </w:t>
      </w:r>
      <w:r w:rsidR="00A73CCC">
        <w:rPr>
          <w:rFonts w:ascii="Arial" w:hAnsi="Arial" w:cs="Arial"/>
          <w:noProof/>
          <w:color w:val="1020D0"/>
        </w:rPr>
        <w:drawing>
          <wp:inline distT="0" distB="0" distL="0" distR="0">
            <wp:extent cx="1085850" cy="1085850"/>
            <wp:effectExtent l="0" t="0" r="0" b="0"/>
            <wp:docPr id="44" name="Picture 44" descr="http://ts1.mm.bing.net/th?id=H.4765976081533422&amp;w=207&amp;h=207&amp;c=8&amp;pid=3.1&amp;qlt=90&amp;rm=2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0" descr="http://ts1.mm.bing.net/th?id=H.4765976081533422&amp;w=207&amp;h=207&amp;c=8&amp;pid=3.1&amp;qlt=90&amp;rm=2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701" cy="1085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CCC">
        <w:rPr>
          <w:sz w:val="36"/>
          <w:szCs w:val="36"/>
        </w:rPr>
        <w:t xml:space="preserve">of smoke.   The stick caught </w:t>
      </w:r>
      <w:proofErr w:type="gramStart"/>
      <w:r w:rsidR="00A73CCC">
        <w:rPr>
          <w:sz w:val="36"/>
          <w:szCs w:val="36"/>
        </w:rPr>
        <w:t xml:space="preserve">fire </w:t>
      </w:r>
      <w:proofErr w:type="gramEnd"/>
      <w:r w:rsidR="00A73CCC">
        <w:rPr>
          <w:rFonts w:ascii="Arial" w:hAnsi="Arial" w:cs="Arial"/>
          <w:noProof/>
          <w:color w:val="0044CC"/>
        </w:rPr>
        <w:drawing>
          <wp:inline distT="0" distB="0" distL="0" distR="0">
            <wp:extent cx="2302329" cy="1263813"/>
            <wp:effectExtent l="0" t="0" r="3175" b="0"/>
            <wp:docPr id="49" name="Picture 49" descr="http://ts2.mm.bing.net/th?id=H.4535873193444077&amp;w=342&amp;h=188&amp;c=7&amp;rs=1&amp;pid=1.7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s2.mm.bing.net/th?id=H.4535873193444077&amp;w=342&amp;h=188&amp;c=7&amp;rs=1&amp;pid=1.7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562" cy="126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CCC">
        <w:rPr>
          <w:sz w:val="36"/>
          <w:szCs w:val="36"/>
        </w:rPr>
        <w:t>! Fire had come to the Six Nations.</w:t>
      </w:r>
      <w:bookmarkStart w:id="0" w:name="_GoBack"/>
      <w:bookmarkEnd w:id="0"/>
    </w:p>
    <w:sectPr w:rsidR="008014B6" w:rsidRPr="000D2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35"/>
    <w:rsid w:val="000D2F35"/>
    <w:rsid w:val="00163786"/>
    <w:rsid w:val="00387820"/>
    <w:rsid w:val="00595F0A"/>
    <w:rsid w:val="006021D2"/>
    <w:rsid w:val="008014B6"/>
    <w:rsid w:val="00814601"/>
    <w:rsid w:val="00A73CCC"/>
    <w:rsid w:val="00AB60B9"/>
    <w:rsid w:val="00B93038"/>
    <w:rsid w:val="00D506A1"/>
    <w:rsid w:val="00DF5BC4"/>
    <w:rsid w:val="00E628B6"/>
    <w:rsid w:val="00E8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bing.com/images/search?q=wrestlercllipart&amp;qs=n&amp;form=QBIR&amp;pq=wrestlercllipart&amp;sc=0-14&amp;sp=-1&amp;sk=#view=detail&amp;id=8521D0A344853A2EBC0C6CE8FDCC77F8B1052199&amp;selectedIndex=10" TargetMode="External"/><Relationship Id="rId26" Type="http://schemas.openxmlformats.org/officeDocument/2006/relationships/hyperlink" Target="http://www.bing.com/images/search?q=mouse+clipart&amp;qs=n&amp;form=QBIR&amp;pq=mouse+clipart&amp;sc=8-13&amp;sp=-1&amp;sk=#view=detail&amp;id=0DE30226607F6A9AAE268884A5990BD862D3BE48&amp;selectedIndex=1" TargetMode="External"/><Relationship Id="rId39" Type="http://schemas.openxmlformats.org/officeDocument/2006/relationships/image" Target="media/image18.jpeg"/><Relationship Id="rId21" Type="http://schemas.openxmlformats.org/officeDocument/2006/relationships/image" Target="media/image9.jpeg"/><Relationship Id="rId34" Type="http://schemas.openxmlformats.org/officeDocument/2006/relationships/hyperlink" Target="http://www.bing.com/images/search?q=fearclipart&amp;id=B1D5456D12B2884B8604FA8F48EFA6821D5CC9D9&amp;FORM=IQFRBA" TargetMode="External"/><Relationship Id="rId42" Type="http://schemas.openxmlformats.org/officeDocument/2006/relationships/image" Target="media/image20.jpeg"/><Relationship Id="rId47" Type="http://schemas.openxmlformats.org/officeDocument/2006/relationships/image" Target="media/image23.jpeg"/><Relationship Id="rId50" Type="http://schemas.openxmlformats.org/officeDocument/2006/relationships/hyperlink" Target="http://www.bing.com/images/search?q=guardian+clipart&amp;qs=n&amp;form=QBIR&amp;pq=guardian+clipart&amp;sc=1-16&amp;sp=-1&amp;sk=#view=detail&amp;id=1CCE3FF08842F9F9183FDCC5741506289905F63B&amp;selectedIndex=4" TargetMode="External"/><Relationship Id="rId55" Type="http://schemas.openxmlformats.org/officeDocument/2006/relationships/hyperlink" Target="http://www.bing.com/images/search?q=water+clipart&amp;id=32E7D937D216CA7212820B973B1B563329B28713&amp;FORM=IQFRBA" TargetMode="External"/><Relationship Id="rId63" Type="http://schemas.openxmlformats.org/officeDocument/2006/relationships/image" Target="media/image32.jpeg"/><Relationship Id="rId68" Type="http://schemas.openxmlformats.org/officeDocument/2006/relationships/hyperlink" Target="http://www.bing.com/images/search?q=smoke&amp;id=A9FA7D3BBC2483E65BDFA9D5D1DF173479531EFF&amp;FORM=IQFRBA" TargetMode="External"/><Relationship Id="rId7" Type="http://schemas.openxmlformats.org/officeDocument/2006/relationships/image" Target="media/image2.jpeg"/><Relationship Id="rId71" Type="http://schemas.openxmlformats.org/officeDocument/2006/relationships/image" Target="media/image37.jpeg"/><Relationship Id="rId2" Type="http://schemas.microsoft.com/office/2007/relationships/stylesWithEffects" Target="stylesWithEffects.xml"/><Relationship Id="rId16" Type="http://schemas.openxmlformats.org/officeDocument/2006/relationships/hyperlink" Target="http://www.bing.com/images/search?q=flying+geese+cllipart&amp;qs=n&amp;form=QBIR&amp;pq=flying+geese+cllipart&amp;sc=1-21&amp;sp=-1&amp;sk=#view=detail&amp;id=91A6E16C7C66EB0BF59174FF4707CF382A591E74&amp;selectedIndex=1" TargetMode="External"/><Relationship Id="rId29" Type="http://schemas.openxmlformats.org/officeDocument/2006/relationships/image" Target="media/image13.jpeg"/><Relationship Id="rId11" Type="http://schemas.openxmlformats.org/officeDocument/2006/relationships/image" Target="media/image4.jpeg"/><Relationship Id="rId24" Type="http://schemas.openxmlformats.org/officeDocument/2006/relationships/hyperlink" Target="http://www.bing.com/images/search?q=forest++clipart&amp;id=8F2AFC8ADDCBF30445D8FDC0213E1C3476516784&amp;FORM=IQFRBA" TargetMode="External"/><Relationship Id="rId32" Type="http://schemas.openxmlformats.org/officeDocument/2006/relationships/hyperlink" Target="http://www.bing.com/images/search?q=human+heart+clipart&amp;id=242147373A54A286895BE4CBDB234B077C20E76E&amp;FORM=IQFRBA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www.bing.com/images/search?q=summerclipart&amp;id=726B7140983A9FC8FE0407D8C97EC0DA3CF93DAA&amp;FORM=IQFRBA" TargetMode="External"/><Relationship Id="rId45" Type="http://schemas.openxmlformats.org/officeDocument/2006/relationships/image" Target="media/image22.jpeg"/><Relationship Id="rId53" Type="http://schemas.openxmlformats.org/officeDocument/2006/relationships/hyperlink" Target="http://www.bing.com/images/search?q=rocky+platau&amp;FORM=HDRSC2#view=detail&amp;id=CAFFCCBE21F58DA79C6A891D53CDE539D98B5BE0&amp;selectedIndex=1" TargetMode="External"/><Relationship Id="rId58" Type="http://schemas.openxmlformats.org/officeDocument/2006/relationships/image" Target="media/image29.jpeg"/><Relationship Id="rId66" Type="http://schemas.openxmlformats.org/officeDocument/2006/relationships/image" Target="media/image34.jpeg"/><Relationship Id="rId5" Type="http://schemas.openxmlformats.org/officeDocument/2006/relationships/hyperlink" Target="http://www.bing.com/images/search?q=three+arrows+clipart&amp;id=EE7FFE389D29BA7D1391878BA3ABD5E249FA9BB7&amp;FORM=IQFRBA#view=detail&amp;id=EE7FFE389D29BA7D1391878BA3ABD5E249FA9BB7&amp;selectedIndex=0" TargetMode="External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bing.com/images/search?q=chief+clipart&amp;FORM=HDRSC2#view=detail&amp;id=DC12FA4B8D14436FCD2EE6081967B7FF20A0A8BA&amp;selectedIndex=0" TargetMode="External"/><Relationship Id="rId36" Type="http://schemas.openxmlformats.org/officeDocument/2006/relationships/hyperlink" Target="http://www.bing.com/images/search?q=fearclipart&amp;id=9C18A59E7B756C90A45DE2E4A6EC5232AFC80624&amp;FORM=IQFRBA" TargetMode="External"/><Relationship Id="rId49" Type="http://schemas.openxmlformats.org/officeDocument/2006/relationships/image" Target="media/image24.jpeg"/><Relationship Id="rId57" Type="http://schemas.openxmlformats.org/officeDocument/2006/relationships/hyperlink" Target="http://www.bing.com/images/search?q=no+clipart&amp;id=3BD24405D721716177B27AFDA1ABE86C1803A102&amp;FORM=IQFRBA" TargetMode="External"/><Relationship Id="rId61" Type="http://schemas.openxmlformats.org/officeDocument/2006/relationships/image" Target="media/image31.png"/><Relationship Id="rId10" Type="http://schemas.openxmlformats.org/officeDocument/2006/relationships/hyperlink" Target="http://www.bing.com/images/search?q=thirtten+clipart&amp;qs=n&amp;form=QBIR&amp;pq=thirtten+clipart&amp;sc=0-13&amp;sp=-1&amp;sk=#view=detail&amp;id=C7E058BAAD37C446D6A110314D920E2FFBD06BA1&amp;selectedIndex=1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www.bing.com/images/search?q=cave&amp;qs=n&amp;form=QBIR&amp;pq=cave&amp;sc=8-4&amp;sp=-1&amp;sk=#view=detail&amp;id=91C5CCF3393D4E3B66BDA652F143B16E3B9BB670&amp;selectedIndex=3" TargetMode="External"/><Relationship Id="rId52" Type="http://schemas.openxmlformats.org/officeDocument/2006/relationships/image" Target="media/image26.jpeg"/><Relationship Id="rId60" Type="http://schemas.openxmlformats.org/officeDocument/2006/relationships/image" Target="media/image30.jpeg"/><Relationship Id="rId65" Type="http://schemas.openxmlformats.org/officeDocument/2006/relationships/hyperlink" Target="http://www.bing.com/images/search?q=tree+clipart&amp;id=9572D6CC024CAE3901B9697F6C921923F99D406B&amp;FORM=IQFRBA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bing.com/images/search?q=indian+bow++and+arrow+cllipart&amp;qs=n&amp;form=QBIR&amp;pq=indian+bow+and+arrow+cllipart&amp;sc=1-29&amp;sp=-1&amp;sk=#view=detail&amp;id=FAEF5AC633DDEE372D3A998457131D4595DFD313&amp;selectedIndex=1" TargetMode="External"/><Relationship Id="rId22" Type="http://schemas.openxmlformats.org/officeDocument/2006/relationships/hyperlink" Target="http://www.bing.com/images/search?q=barefootclipart&amp;FORM=HDRSC2#view=detail&amp;id=032C541E6D0A11C0AAA5E5A85C485A3ED95B8A89&amp;selectedIndex=2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bing.com/images/search?q=strong+clipart&amp;id=75FD46E454655DC2D49138C7685D1657B0754D9C&amp;FORM=IQFRBA#view=detail&amp;id=34186671E33647632E438FF28E97D8434392FED7&amp;selectedIndex=20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1.jpeg"/><Relationship Id="rId48" Type="http://schemas.openxmlformats.org/officeDocument/2006/relationships/hyperlink" Target="http://www.bing.com/images/search?q=dream+clipart&amp;FORM=HDRSC2#view=detail&amp;id=8866510CA4F41BC9F263D23FE81E7A016D2C6372&amp;selectedIndex=2" TargetMode="External"/><Relationship Id="rId56" Type="http://schemas.openxmlformats.org/officeDocument/2006/relationships/image" Target="media/image28.jpeg"/><Relationship Id="rId64" Type="http://schemas.openxmlformats.org/officeDocument/2006/relationships/image" Target="media/image33.jpeg"/><Relationship Id="rId69" Type="http://schemas.openxmlformats.org/officeDocument/2006/relationships/image" Target="media/image36.jpeg"/><Relationship Id="rId8" Type="http://schemas.openxmlformats.org/officeDocument/2006/relationships/hyperlink" Target="http://www.bing.com/images/search?q=Mohawk+Tribe+Symbols&amp;Form=IRTRRL#view=detail&amp;id=EF7E691C03EA2B165B9496E6115B5BCB43260A0B&amp;selectedIndex=0" TargetMode="External"/><Relationship Id="rId51" Type="http://schemas.openxmlformats.org/officeDocument/2006/relationships/image" Target="media/image25.jpeg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bing.com/images/search?q=winter+clipart&amp;qs=n&amp;form=QBIR&amp;pq=winter+clipart&amp;sc=8-12&amp;sp=-1&amp;sk=#view=detail&amp;id=B6D98E531023F477D9DF6111FA59496F3125C88C&amp;selectedIndex=4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www.bing.com/images/search?q=tall+grass+clipart&amp;id=CD9275AB0BA64D0A3E4872BA1454C5BDF07C4D49&amp;FORM=IQFRBA" TargetMode="External"/><Relationship Id="rId46" Type="http://schemas.openxmlformats.org/officeDocument/2006/relationships/hyperlink" Target="http://www.bing.com/images/search?q=eat+clipart&amp;qs=n&amp;form=QBIR&amp;pq=eat+clipart&amp;sc=8-11&amp;sp=-1&amp;sk=#view=detail&amp;id=2E803F58F180B405BDDF35B1678213A369E884D5&amp;selectedIndex=7" TargetMode="External"/><Relationship Id="rId59" Type="http://schemas.openxmlformats.org/officeDocument/2006/relationships/hyperlink" Target="http://www.bing.com/images/search?q=wind+clipart&amp;id=87E8ACAEDDD8151957B2149775438E40585D938A&amp;FORM=IQFRBA" TargetMode="External"/><Relationship Id="rId67" Type="http://schemas.openxmlformats.org/officeDocument/2006/relationships/image" Target="media/image35.jpeg"/><Relationship Id="rId20" Type="http://schemas.openxmlformats.org/officeDocument/2006/relationships/hyperlink" Target="http://www.bing.com/images/search?q=hunter+clipart&amp;FORM=HDRSC2#view=detail&amp;id=CD78E854E079C8E2A03C8F1B5D5FADEA0AC41A67&amp;selectedIndex=13" TargetMode="External"/><Relationship Id="rId41" Type="http://schemas.openxmlformats.org/officeDocument/2006/relationships/image" Target="media/image19.jpeg"/><Relationship Id="rId54" Type="http://schemas.openxmlformats.org/officeDocument/2006/relationships/image" Target="media/image27.jpeg"/><Relationship Id="rId62" Type="http://schemas.openxmlformats.org/officeDocument/2006/relationships/hyperlink" Target="http://www.bing.com/images/search?q=thunder+clipart&amp;FORM=HDRSC2#view=detail&amp;id=45A96FE8AA0BE6B5B2C5E25CF2EC77C0B7B1F624&amp;selectedIndex=8" TargetMode="External"/><Relationship Id="rId70" Type="http://schemas.openxmlformats.org/officeDocument/2006/relationships/hyperlink" Target="http://www.bing.com/images/search?q=stick+on+fire&amp;FORM=HDRSC2#view=detail&amp;id=ED5452947D2B75CFB10458C138F751D0F5FC9E6D&amp;selectedIndex=4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2DAC5A7B</Template>
  <TotalTime>0</TotalTime>
  <Pages>5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cp:lastPrinted>2013-10-31T14:10:00Z</cp:lastPrinted>
  <dcterms:created xsi:type="dcterms:W3CDTF">2013-10-31T19:03:00Z</dcterms:created>
  <dcterms:modified xsi:type="dcterms:W3CDTF">2013-10-31T19:03:00Z</dcterms:modified>
</cp:coreProperties>
</file>